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0F" w:rsidRPr="0043105E" w:rsidRDefault="00A8260F" w:rsidP="0043105E">
      <w:pPr>
        <w:pStyle w:val="ListParagraph"/>
        <w:spacing w:after="0" w:line="240" w:lineRule="auto"/>
        <w:ind w:left="735" w:hanging="375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4310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Итоговая контрольная работа по математике</w:t>
      </w:r>
    </w:p>
    <w:p w:rsidR="00A8260F" w:rsidRDefault="00A8260F" w:rsidP="0043105E">
      <w:pPr>
        <w:pStyle w:val="ListParagraph"/>
        <w:spacing w:after="0" w:line="240" w:lineRule="auto"/>
        <w:ind w:left="735" w:hanging="375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  <w:r w:rsidRPr="004310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5 класс</w:t>
      </w:r>
    </w:p>
    <w:p w:rsidR="00A8260F" w:rsidRPr="0043105E" w:rsidRDefault="00A8260F" w:rsidP="0043105E">
      <w:pPr>
        <w:pStyle w:val="ListParagraph"/>
        <w:spacing w:after="0" w:line="240" w:lineRule="auto"/>
        <w:ind w:left="735" w:hanging="375"/>
        <w:jc w:val="center"/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</w:pPr>
    </w:p>
    <w:p w:rsidR="00A8260F" w:rsidRDefault="00A8260F" w:rsidP="0043105E">
      <w:pPr>
        <w:pStyle w:val="ListParagraph"/>
        <w:spacing w:after="0" w:line="240" w:lineRule="auto"/>
        <w:ind w:left="735" w:hanging="375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43105E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EA1E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Напишите число, большее 387627 на 3254.</w:t>
      </w:r>
    </w:p>
    <w:p w:rsidR="00A8260F" w:rsidRPr="00EA1EBA" w:rsidRDefault="00A8260F" w:rsidP="00EA1EBA">
      <w:pPr>
        <w:pStyle w:val="ListParagraph"/>
        <w:spacing w:after="0" w:line="240" w:lineRule="auto"/>
        <w:ind w:left="109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2. </w:t>
      </w:r>
      <w:r w:rsidRPr="00EA1EB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Представьте число 4 в виде дроби со знаменателем 7.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3.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Найдите значение выражения 10,3 − 6,07 + 0,1.</w:t>
      </w:r>
    </w:p>
    <w:p w:rsidR="00A8260F" w:rsidRPr="00EA1EBA" w:rsidRDefault="00A8260F" w:rsidP="00EA1EBA">
      <w:pPr>
        <w:ind w:firstLine="375"/>
        <w:rPr>
          <w:lang w:eastAsia="ru-RU"/>
        </w:rPr>
      </w:pP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4. 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В школе 84 пятиклассника. Четыре седьмых всех пятиклассников поехали на экскурсию в музей, а остальные пошли в театр. Сколько пятиклассников пошло в театр?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5. 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 6 часов самолёт пролетает то же расстояние, что и поезд проезжает за 30 часов. Найдите скорость поезда, если скорость самолёта </w:t>
      </w:r>
      <w:smartTag w:uri="urn:schemas-microsoft-com:office:smarttags" w:element="metricconverter">
        <w:smartTagPr>
          <w:attr w:name="ProductID" w:val="700 км/ч"/>
        </w:smartTagPr>
        <w:r w:rsidRPr="00EA1EBA">
          <w:rPr>
            <w:rFonts w:ascii="Times New Roman" w:hAnsi="Times New Roman"/>
            <w:color w:val="000000"/>
            <w:sz w:val="28"/>
            <w:szCs w:val="28"/>
            <w:lang w:eastAsia="ru-RU"/>
          </w:rPr>
          <w:t>700 км/ч</w:t>
        </w:r>
      </w:smartTag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. Ответ дайте в км/ч.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6. 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Для праздника нужно не менее 250 бутылок воды. Какое наименьшее количество упаковок придётся купить, если в каждой упаковке по 6 бутылок?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AA4D0A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EA1EBA">
        <w:rPr>
          <w:b/>
          <w:bCs/>
          <w:color w:val="000000"/>
          <w:sz w:val="28"/>
          <w:szCs w:val="28"/>
        </w:rPr>
        <w:t>7. </w:t>
      </w:r>
      <w:r w:rsidRPr="00AA4D0A">
        <w:rPr>
          <w:color w:val="000000"/>
          <w:sz w:val="28"/>
          <w:szCs w:val="28"/>
        </w:rPr>
        <w:t>Принтер печатает 72 страницы за 3 минуты. За какое время этот принтер напечатает 120 страниц?</w:t>
      </w:r>
    </w:p>
    <w:p w:rsidR="00A8260F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A4D0A">
        <w:rPr>
          <w:color w:val="000000"/>
          <w:sz w:val="28"/>
          <w:szCs w:val="28"/>
        </w:rPr>
        <w:t>Запишите решение и ответ.</w:t>
      </w:r>
    </w:p>
    <w:p w:rsidR="00A8260F" w:rsidRPr="00AA4D0A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A8260F" w:rsidRPr="00AA4D0A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A4D0A">
        <w:rPr>
          <w:b/>
          <w:color w:val="000000"/>
          <w:sz w:val="28"/>
          <w:szCs w:val="28"/>
        </w:rPr>
        <w:t xml:space="preserve">8. </w:t>
      </w:r>
      <w:r w:rsidRPr="00AA4D0A">
        <w:rPr>
          <w:color w:val="000000"/>
          <w:sz w:val="28"/>
          <w:szCs w:val="28"/>
        </w:rPr>
        <w:t>Найдите значение выражения 162 + 20 · 37− 5621 : 11.</w:t>
      </w:r>
    </w:p>
    <w:p w:rsidR="00A8260F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  <w:r w:rsidRPr="00AA4D0A">
        <w:rPr>
          <w:color w:val="000000"/>
          <w:sz w:val="28"/>
          <w:szCs w:val="28"/>
        </w:rPr>
        <w:t>Запишите решение и ответ.</w:t>
      </w:r>
    </w:p>
    <w:p w:rsidR="00A8260F" w:rsidRPr="00AA4D0A" w:rsidRDefault="00A8260F" w:rsidP="00AA4D0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  <w:sz w:val="28"/>
          <w:szCs w:val="28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9</w:t>
      </w: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Оператор сотовой связи предлагает тарифные планы с предоплатой. Какова наименьшая стоимость одной минуты разговора? Ответ дайте в рублях.</w: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299"/>
        <w:gridCol w:w="2478"/>
        <w:gridCol w:w="2647"/>
      </w:tblGrid>
      <w:tr w:rsidR="00A8260F" w:rsidRPr="00572814" w:rsidTr="00EA1E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Тарифный план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Количество минут</w:t>
            </w:r>
            <w:r w:rsidRPr="00EA1E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>разговора в месяц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Стоимость за месяц</w:t>
            </w:r>
          </w:p>
        </w:tc>
      </w:tr>
      <w:tr w:rsidR="00A8260F" w:rsidRPr="00572814" w:rsidTr="00EA1E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«Лёгкий»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320 руб.</w:t>
            </w:r>
          </w:p>
        </w:tc>
      </w:tr>
      <w:tr w:rsidR="00A8260F" w:rsidRPr="00572814" w:rsidTr="00EA1E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«Деловой»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410 руб.</w:t>
            </w:r>
          </w:p>
        </w:tc>
      </w:tr>
      <w:tr w:rsidR="00A8260F" w:rsidRPr="00572814" w:rsidTr="00EA1E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«Удобный»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540 руб.</w:t>
            </w:r>
          </w:p>
        </w:tc>
      </w:tr>
      <w:tr w:rsidR="00A8260F" w:rsidRPr="00572814" w:rsidTr="00EA1EB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«Универсальный»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900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A8260F" w:rsidRPr="00EA1EBA" w:rsidRDefault="00A8260F" w:rsidP="00EA1EBA">
            <w:pPr>
              <w:spacing w:before="75"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EA1EB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783 руб.</w:t>
            </w:r>
          </w:p>
        </w:tc>
      </w:tr>
    </w:tbl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Запишите решение и ответ.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10</w:t>
      </w: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На диаграмме показана средняя температура воздуха в Минске за каждый месяц 2003 года. По горизонтали указываются месяцы, по вертикали — средняя температура в градусах Цельсия. Используя диаграмму, ответьте на вопрос.</w: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281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5" o:spid="_x0000_i1025" type="#_x0000_t75" alt="https://math5-vpr.sdamgia.ru/get_file?id=781&amp;png=1" style="width:303.6pt;height:225.6pt;visibility:visible">
            <v:imagedata r:id="rId5" o:title=""/>
          </v:shape>
        </w:pic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 </w:t>
      </w: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Какая самая высокая температура была летом?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11.</w:t>
      </w: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На диаграмме показано, сколько золотых и серебряных медалей завоевали российские спортсмены на Олимпийских играх в разные годы.</w: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281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4" o:spid="_x0000_i1026" type="#_x0000_t75" alt="https://math5-vpr.sdamgia.ru/get_file?id=35519&amp;png=1" style="width:378pt;height:219.6pt;visibility:visible">
            <v:imagedata r:id="rId6" o:title=""/>
          </v:shape>
        </w:pict>
      </w: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Сколько всего серебряных медалей завоевали российские спортсмены на Олимпийских играх 2004 и 2008 годов?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</w:t>
      </w:r>
      <w:r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2</w:t>
      </w: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На рисунке дано поле, расчерченное на прямоугольники со сторонами </w:t>
      </w:r>
      <w:smartTag w:uri="urn:schemas-microsoft-com:office:smarttags" w:element="metricconverter">
        <w:smartTagPr>
          <w:attr w:name="ProductID" w:val="4 см"/>
        </w:smartTagPr>
        <w:r w:rsidRPr="00EA1EBA">
          <w:rPr>
            <w:rFonts w:ascii="Times New Roman" w:hAnsi="Times New Roman"/>
            <w:color w:val="000000"/>
            <w:sz w:val="28"/>
            <w:szCs w:val="28"/>
            <w:lang w:eastAsia="ru-RU"/>
          </w:rPr>
          <w:t>4 см</w:t>
        </w:r>
      </w:smartTag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</w:t>
      </w:r>
      <w:smartTag w:uri="urn:schemas-microsoft-com:office:smarttags" w:element="metricconverter">
        <w:smartTagPr>
          <w:attr w:name="ProductID" w:val="2 см"/>
        </w:smartTagPr>
        <w:r w:rsidRPr="00EA1EBA">
          <w:rPr>
            <w:rFonts w:ascii="Times New Roman" w:hAnsi="Times New Roman"/>
            <w:color w:val="000000"/>
            <w:sz w:val="28"/>
            <w:szCs w:val="28"/>
            <w:lang w:eastAsia="ru-RU"/>
          </w:rPr>
          <w:t>2 см</w:t>
        </w:r>
      </w:smartTag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. На нём изображена фигура.</w: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281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3" o:spid="_x0000_i1027" type="#_x0000_t75" alt="https://math5-vpr.sdamgia.ru/get_file?id=50695&amp;png=1" style="width:441.6pt;height:214.8pt;visibility:visible">
            <v:imagedata r:id="rId7" o:title=""/>
          </v:shape>
        </w:pict>
      </w:r>
    </w:p>
    <w:p w:rsidR="00A8260F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Найдите площадь закрашенной фигуры. Ответ дайте в квадратных сантиметрах.</w:t>
      </w: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8260F" w:rsidRPr="00EA1EBA" w:rsidRDefault="00A8260F" w:rsidP="00EA1EBA">
      <w:pPr>
        <w:spacing w:after="0" w:line="240" w:lineRule="auto"/>
        <w:ind w:firstLine="375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A1EBA">
        <w:rPr>
          <w:rFonts w:ascii="Times New Roman" w:hAnsi="Times New Roman"/>
          <w:b/>
          <w:bCs/>
          <w:color w:val="000000"/>
          <w:sz w:val="28"/>
          <w:szCs w:val="28"/>
          <w:lang w:eastAsia="ru-RU"/>
        </w:rPr>
        <w:t>13. </w:t>
      </w:r>
      <w:r w:rsidRPr="00EA1EBA">
        <w:rPr>
          <w:rFonts w:ascii="Times New Roman" w:hAnsi="Times New Roman"/>
          <w:color w:val="000000"/>
          <w:sz w:val="28"/>
          <w:szCs w:val="28"/>
          <w:lang w:eastAsia="ru-RU"/>
        </w:rPr>
        <w:t>Изображённую на рисунке фигуру из кубиков поместили в коробку, имеющую форму прямоугольного параллелепипеда. Какое наибольшее количество таких же кубиков может поместиться в такой пустой коробке?</w:t>
      </w:r>
    </w:p>
    <w:p w:rsidR="00A8260F" w:rsidRPr="00EA1EBA" w:rsidRDefault="00A8260F" w:rsidP="00EA1EB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572814">
        <w:rPr>
          <w:rFonts w:ascii="Times New Roman" w:hAnsi="Times New Roman"/>
          <w:noProof/>
          <w:color w:val="000000"/>
          <w:sz w:val="28"/>
          <w:szCs w:val="28"/>
          <w:lang w:eastAsia="ru-RU"/>
        </w:rPr>
        <w:pict>
          <v:shape id="Рисунок 1" o:spid="_x0000_i1028" type="#_x0000_t75" alt="https://math5-vpr.sdamgia.ru/get_file?id=35523&amp;png=1" style="width:240.6pt;height:179.4pt;visibility:visible">
            <v:imagedata r:id="rId8" o:title=""/>
          </v:shape>
        </w:pict>
      </w: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Default="00A8260F" w:rsidP="00AA4D0A">
      <w:pPr>
        <w:spacing w:before="100" w:beforeAutospacing="1" w:after="100" w:afterAutospacing="1" w:line="240" w:lineRule="auto"/>
        <w:jc w:val="both"/>
        <w:outlineLvl w:val="2"/>
        <w:rPr>
          <w:rFonts w:ascii="Verdana" w:hAnsi="Verdana"/>
          <w:b/>
          <w:bCs/>
          <w:color w:val="000000"/>
          <w:sz w:val="28"/>
          <w:szCs w:val="28"/>
          <w:lang w:eastAsia="ru-RU"/>
        </w:rPr>
      </w:pPr>
    </w:p>
    <w:p w:rsidR="00A8260F" w:rsidRPr="00EA1EBA" w:rsidRDefault="00A8260F">
      <w:pPr>
        <w:rPr>
          <w:sz w:val="28"/>
          <w:szCs w:val="28"/>
        </w:rPr>
      </w:pPr>
      <w:bookmarkStart w:id="0" w:name="_GoBack"/>
      <w:bookmarkEnd w:id="0"/>
    </w:p>
    <w:sectPr w:rsidR="00A8260F" w:rsidRPr="00EA1EBA" w:rsidSect="004A25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F2C59"/>
    <w:multiLevelType w:val="hybridMultilevel"/>
    <w:tmpl w:val="A532FE5C"/>
    <w:lvl w:ilvl="0" w:tplc="7BDABA5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">
    <w:nsid w:val="6C1F3367"/>
    <w:multiLevelType w:val="hybridMultilevel"/>
    <w:tmpl w:val="388A7B2C"/>
    <w:lvl w:ilvl="0" w:tplc="A5D6840C">
      <w:start w:val="1"/>
      <w:numFmt w:val="decimal"/>
      <w:lvlText w:val="%1."/>
      <w:lvlJc w:val="left"/>
      <w:pPr>
        <w:ind w:left="10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C7AF2"/>
    <w:rsid w:val="00411D03"/>
    <w:rsid w:val="0043105E"/>
    <w:rsid w:val="004A2599"/>
    <w:rsid w:val="004F04A7"/>
    <w:rsid w:val="00572814"/>
    <w:rsid w:val="008C7AF2"/>
    <w:rsid w:val="00A8260F"/>
    <w:rsid w:val="00AA4D0A"/>
    <w:rsid w:val="00D915CF"/>
    <w:rsid w:val="00EA1EBA"/>
    <w:rsid w:val="00F12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599"/>
    <w:pPr>
      <w:spacing w:after="200" w:line="276" w:lineRule="auto"/>
    </w:pPr>
    <w:rPr>
      <w:lang w:eastAsia="en-US"/>
    </w:rPr>
  </w:style>
  <w:style w:type="paragraph" w:styleId="Heading3">
    <w:name w:val="heading 3"/>
    <w:basedOn w:val="Normal"/>
    <w:link w:val="Heading3Char"/>
    <w:uiPriority w:val="99"/>
    <w:qFormat/>
    <w:rsid w:val="00EA1E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EA1EBA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leftmargin">
    <w:name w:val="left_margin"/>
    <w:basedOn w:val="Normal"/>
    <w:uiPriority w:val="99"/>
    <w:rsid w:val="00EA1E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innernumber">
    <w:name w:val="inner_number"/>
    <w:basedOn w:val="DefaultParagraphFont"/>
    <w:uiPriority w:val="99"/>
    <w:rsid w:val="00EA1EBA"/>
    <w:rPr>
      <w:rFonts w:cs="Times New Roman"/>
    </w:rPr>
  </w:style>
  <w:style w:type="paragraph" w:styleId="NormalWeb">
    <w:name w:val="Normal (Web)"/>
    <w:basedOn w:val="Normal"/>
    <w:uiPriority w:val="99"/>
    <w:semiHidden/>
    <w:rsid w:val="00EA1E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A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A1E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EA1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566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5661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7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7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8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8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6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5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7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8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5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77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56616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000000"/>
                        <w:right w:val="none" w:sz="0" w:space="0" w:color="auto"/>
                      </w:divBdr>
                    </w:div>
                    <w:div w:id="1799566183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99566174">
          <w:marLeft w:val="75"/>
          <w:marRight w:val="75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6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5661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5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5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7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7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9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8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6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8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50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9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8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94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9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5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56619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56615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566193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9566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6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316</Words>
  <Characters>1805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Итоговая контрольная работа по математике</dc:title>
  <dc:subject/>
  <dc:creator>ADM</dc:creator>
  <cp:keywords/>
  <dc:description/>
  <cp:lastModifiedBy>Елена</cp:lastModifiedBy>
  <cp:revision>2</cp:revision>
  <cp:lastPrinted>2021-05-10T16:33:00Z</cp:lastPrinted>
  <dcterms:created xsi:type="dcterms:W3CDTF">2021-05-10T16:34:00Z</dcterms:created>
  <dcterms:modified xsi:type="dcterms:W3CDTF">2021-05-10T16:34:00Z</dcterms:modified>
</cp:coreProperties>
</file>